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赴台学生备案资料登记表（20  年度）</w:t>
      </w:r>
    </w:p>
    <w:tbl>
      <w:tblPr>
        <w:tblStyle w:val="4"/>
        <w:tblpPr w:leftFromText="180" w:rightFromText="180" w:vertAnchor="text" w:horzAnchor="page" w:tblpX="1937" w:tblpY="127"/>
        <w:tblOverlap w:val="never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128"/>
        <w:gridCol w:w="1230"/>
        <w:gridCol w:w="1200"/>
        <w:gridCol w:w="1751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身份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证号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手机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  <w:t>赴台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  <w:t>就读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  <w:t>学校</w:t>
            </w:r>
          </w:p>
        </w:tc>
        <w:tc>
          <w:tcPr>
            <w:tcW w:w="3558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  <w:t>学制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355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  <w:t>就读专业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就读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709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家庭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住址</w:t>
            </w:r>
          </w:p>
        </w:tc>
        <w:tc>
          <w:tcPr>
            <w:tcW w:w="709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家庭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成员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关系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个人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经历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35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学习或工作经历（高中阶段填起）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354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rightChars="0"/>
              <w:jc w:val="center"/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1"/>
                <w:highlight w:val="yellow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1"/>
                <w:highlight w:val="yellow"/>
                <w:lang w:val="en-US" w:eastAsia="zh-CN" w:bidi="ar"/>
              </w:rPr>
              <w:t>学院或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1"/>
                <w:highlight w:val="yellow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1"/>
                <w:highlight w:val="yellow"/>
                <w:lang w:val="en-US" w:eastAsia="zh-CN" w:bidi="ar"/>
              </w:rPr>
              <w:t>研究机构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 w:val="0"/>
                <w:kern w:val="2"/>
                <w:sz w:val="21"/>
                <w:szCs w:val="21"/>
                <w:highlight w:val="yellow"/>
                <w:lang w:val="en-US" w:eastAsia="zh-CN" w:bidi="ar"/>
              </w:rPr>
              <w:t>意见</w:t>
            </w:r>
          </w:p>
        </w:tc>
        <w:tc>
          <w:tcPr>
            <w:tcW w:w="7099" w:type="dxa"/>
            <w:gridSpan w:val="5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上述信息属实，同意派出。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b/>
                <w:bCs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b/>
                <w:bCs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b/>
                <w:bCs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b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负责人签字：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公章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 w:firstLine="2100" w:firstLineChars="1000"/>
              <w:jc w:val="both"/>
              <w:rPr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7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D53A5"/>
    <w:rsid w:val="101A0B70"/>
    <w:rsid w:val="21862442"/>
    <w:rsid w:val="318D53A5"/>
    <w:rsid w:val="382F29AF"/>
    <w:rsid w:val="38CC42F0"/>
    <w:rsid w:val="3D213AE8"/>
    <w:rsid w:val="54FE0A69"/>
    <w:rsid w:val="5FB170E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2018-11-16T02:13:00Z</dcterms:created>
  <dc:creator>独特之蕞</dc:creator>
  <cp:lastModifiedBy>Administrator</cp:lastModifiedBy>
  <dcterms:modified xsi:type="dcterms:W3CDTF">2024-11-13T03:44:39Z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